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068FC0B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5C1351">
        <w:rPr>
          <w:lang w:eastAsia="cs-CZ"/>
        </w:rPr>
        <w:t>5</w:t>
      </w:r>
      <w:r w:rsidR="00977055" w:rsidRPr="00B62A54">
        <w:rPr>
          <w:lang w:eastAsia="cs-CZ"/>
        </w:rPr>
        <w:t xml:space="preserve"> </w:t>
      </w:r>
      <w:r w:rsidR="005C1351">
        <w:rPr>
          <w:lang w:eastAsia="cs-CZ"/>
        </w:rPr>
        <w:t>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B32FC9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B32FC9">
        <w:rPr>
          <w:highlight w:val="green"/>
        </w:rPr>
        <w:t xml:space="preserve"> </w:t>
      </w:r>
      <w:r w:rsidRPr="00B32FC9">
        <w:rPr>
          <w:rStyle w:val="Siln"/>
          <w:highlight w:val="green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B32FC9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B32FC9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B32FC9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B32FC9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B32FC9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B32FC9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B32FC9">
        <w:rPr>
          <w:rStyle w:val="Siln"/>
          <w:highlight w:val="green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B32FC9">
        <w:rPr>
          <w:highlight w:val="green"/>
        </w:rPr>
        <w:t xml:space="preserve">je / není </w:t>
      </w:r>
      <w:r w:rsidRPr="00B32FC9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B32FC9" w:rsidRDefault="009348E2" w:rsidP="00426C2A">
            <w:pPr>
              <w:rPr>
                <w:rStyle w:val="Siln"/>
                <w:highlight w:val="green"/>
              </w:rPr>
            </w:pPr>
            <w:r w:rsidRPr="00B32FC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774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A171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5FE7A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49B08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C2FB7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2E38D9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C1351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075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2FC9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B5E6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2</Pages>
  <Words>320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14</cp:revision>
  <cp:lastPrinted>2020-07-15T06:29:00Z</cp:lastPrinted>
  <dcterms:created xsi:type="dcterms:W3CDTF">2020-11-18T18:18:00Z</dcterms:created>
  <dcterms:modified xsi:type="dcterms:W3CDTF">2024-09-02T11:14:00Z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